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3215D" w14:textId="77777777" w:rsidR="00B3448B" w:rsidRPr="001326D0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14:paraId="45B3BBAF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2B3A36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2B3A36" w:rsidRPr="002B3A36">
        <w:rPr>
          <w:rStyle w:val="a9"/>
        </w:rPr>
        <w:t xml:space="preserve"> Администрация Красноярского сельсовета Татарского района Новосибирской области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1B340CAE" w14:textId="77777777"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282"/>
        <w:gridCol w:w="1030"/>
        <w:gridCol w:w="1115"/>
        <w:gridCol w:w="560"/>
        <w:gridCol w:w="560"/>
        <w:gridCol w:w="536"/>
        <w:gridCol w:w="537"/>
        <w:gridCol w:w="536"/>
        <w:gridCol w:w="537"/>
        <w:gridCol w:w="536"/>
        <w:gridCol w:w="537"/>
        <w:gridCol w:w="698"/>
        <w:gridCol w:w="699"/>
        <w:gridCol w:w="645"/>
        <w:gridCol w:w="519"/>
        <w:gridCol w:w="520"/>
        <w:gridCol w:w="519"/>
        <w:gridCol w:w="520"/>
        <w:gridCol w:w="520"/>
      </w:tblGrid>
      <w:tr w:rsidR="00662AFC" w:rsidRPr="00917594" w14:paraId="1B50A3A7" w14:textId="77777777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14:paraId="36D73C77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14:paraId="7A375F1E" w14:textId="77777777"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14:paraId="39490373" w14:textId="77777777"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14:paraId="41162EDD" w14:textId="77777777"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14:paraId="0B10B732" w14:textId="77777777" w:rsidR="00662AFC" w:rsidRPr="00662AFC" w:rsidRDefault="002B3A36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(смены) (%)</w:t>
            </w:r>
          </w:p>
        </w:tc>
      </w:tr>
      <w:tr w:rsidR="00662AFC" w:rsidRPr="00917594" w14:paraId="6B5042BB" w14:textId="77777777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14:paraId="7FA2F0C4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14:paraId="28FB8AC3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14:paraId="5507228C" w14:textId="77777777"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DC5282F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FA345F3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5BF61EF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14:paraId="6A1CBB74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14:paraId="4BE25CC8" w14:textId="77777777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14:paraId="011CE7DD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14:paraId="4CF7BA5D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14:paraId="56B55AA6" w14:textId="77777777"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66387F2" w14:textId="77777777"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3630922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9623C5C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14:paraId="48B27B8D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14:paraId="023A99E2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14:paraId="1D2E156C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14:paraId="0BF88B0F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14:paraId="58FB791E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14:paraId="4262565B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14:paraId="5197AE75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факт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ра 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рующие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и 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у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14:paraId="430CB0B2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вое 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у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ра 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рующие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и 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у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14:paraId="58E36F9C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1326D0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14:paraId="283D906F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14:paraId="5CDAC737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14:paraId="50198177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14:paraId="7D888F10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14:paraId="7AE55B09" w14:textId="77777777"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14:paraId="0FAFC7C3" w14:textId="77777777" w:rsidTr="00662AFC">
        <w:trPr>
          <w:jc w:val="center"/>
        </w:trPr>
        <w:tc>
          <w:tcPr>
            <w:tcW w:w="905" w:type="dxa"/>
            <w:vAlign w:val="center"/>
          </w:tcPr>
          <w:p w14:paraId="460E4FE1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14:paraId="2E1B41CE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14:paraId="66B85838" w14:textId="77777777"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91D5B1F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14:paraId="063D9AFE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046FB6E1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14:paraId="4CC7767B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14:paraId="1B1934FD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14:paraId="31127B65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14:paraId="2D148EFC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14:paraId="08BE235B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14:paraId="015F0A51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14:paraId="361B7801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14:paraId="56D78924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14:paraId="25B51A06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14:paraId="2FB419E5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14:paraId="2B522522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14:paraId="09675302" w14:textId="77777777"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14:paraId="5BE83C68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14:paraId="776242F6" w14:textId="77777777"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B3A36" w:rsidRPr="00917594" w14:paraId="1BFB04AD" w14:textId="77777777" w:rsidTr="00662AFC">
        <w:trPr>
          <w:jc w:val="center"/>
        </w:trPr>
        <w:tc>
          <w:tcPr>
            <w:tcW w:w="905" w:type="dxa"/>
            <w:vAlign w:val="center"/>
          </w:tcPr>
          <w:p w14:paraId="658F48FF" w14:textId="77777777" w:rsidR="002B3A36" w:rsidRPr="005645F0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14:paraId="44F05194" w14:textId="77777777" w:rsidR="002B3A36" w:rsidRP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3A36">
              <w:rPr>
                <w:rFonts w:ascii="Times New Roman" w:hAnsi="Times New Roman"/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1047" w:type="dxa"/>
            <w:vAlign w:val="center"/>
          </w:tcPr>
          <w:p w14:paraId="527666AB" w14:textId="77777777" w:rsidR="002B3A36" w:rsidRPr="005645F0" w:rsidRDefault="002B3A36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4D880A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06899E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7E554E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14:paraId="33F763C2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14:paraId="34BADFB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14:paraId="0025724F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14:paraId="379EF9B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14:paraId="68DEEA73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14:paraId="4AD5278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6E593EA7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0C56EBF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61368CBF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14:paraId="04C262DE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14:paraId="30578C35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14:paraId="29AA918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14:paraId="0F9D3AA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14:paraId="1DDF563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B3A36" w:rsidRPr="00917594" w14:paraId="4E18B008" w14:textId="77777777" w:rsidTr="00662AFC">
        <w:trPr>
          <w:jc w:val="center"/>
        </w:trPr>
        <w:tc>
          <w:tcPr>
            <w:tcW w:w="905" w:type="dxa"/>
            <w:vAlign w:val="center"/>
          </w:tcPr>
          <w:p w14:paraId="07EF1706" w14:textId="77777777" w:rsidR="002B3A36" w:rsidRPr="005645F0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</w:t>
            </w:r>
          </w:p>
        </w:tc>
        <w:tc>
          <w:tcPr>
            <w:tcW w:w="3347" w:type="dxa"/>
            <w:vAlign w:val="center"/>
          </w:tcPr>
          <w:p w14:paraId="7A53012A" w14:textId="77777777" w:rsidR="002B3A36" w:rsidRP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3A36">
              <w:rPr>
                <w:rFonts w:ascii="Times New Roman" w:hAnsi="Times New Roman"/>
                <w:sz w:val="18"/>
                <w:szCs w:val="18"/>
              </w:rPr>
              <w:t>Рабочее место главы Красноярского сельсовета</w:t>
            </w:r>
          </w:p>
        </w:tc>
        <w:tc>
          <w:tcPr>
            <w:tcW w:w="1047" w:type="dxa"/>
            <w:vAlign w:val="center"/>
          </w:tcPr>
          <w:p w14:paraId="5D60AD1B" w14:textId="77777777" w:rsidR="002B3A36" w:rsidRPr="005645F0" w:rsidRDefault="002B3A36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0DDC09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3632749D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vAlign w:val="center"/>
          </w:tcPr>
          <w:p w14:paraId="48B08C5E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3805CA1D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51279DD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14:paraId="77DE284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20BB0A7A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428D9B1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4" w:type="dxa"/>
            <w:vAlign w:val="center"/>
          </w:tcPr>
          <w:p w14:paraId="4D83F17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59D229FB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6EA1694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4150ECF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589F724E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77F10B7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75522BCC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526" w:type="dxa"/>
            <w:vAlign w:val="center"/>
          </w:tcPr>
          <w:p w14:paraId="6C67214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4B74777C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B3A36" w:rsidRPr="00917594" w14:paraId="14EC4BEC" w14:textId="77777777" w:rsidTr="00662AFC">
        <w:trPr>
          <w:jc w:val="center"/>
        </w:trPr>
        <w:tc>
          <w:tcPr>
            <w:tcW w:w="905" w:type="dxa"/>
            <w:vAlign w:val="center"/>
          </w:tcPr>
          <w:p w14:paraId="2425F08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</w:t>
            </w:r>
          </w:p>
        </w:tc>
        <w:tc>
          <w:tcPr>
            <w:tcW w:w="3347" w:type="dxa"/>
            <w:vAlign w:val="center"/>
          </w:tcPr>
          <w:p w14:paraId="5E897223" w14:textId="77777777" w:rsidR="002B3A36" w:rsidRP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3A36">
              <w:rPr>
                <w:rFonts w:ascii="Times New Roman" w:hAnsi="Times New Roman"/>
                <w:sz w:val="18"/>
                <w:szCs w:val="18"/>
              </w:rPr>
              <w:t>Рабочее место специалиста 1 разряда</w:t>
            </w:r>
          </w:p>
        </w:tc>
        <w:tc>
          <w:tcPr>
            <w:tcW w:w="1047" w:type="dxa"/>
            <w:vAlign w:val="center"/>
          </w:tcPr>
          <w:p w14:paraId="59EC95A9" w14:textId="77777777" w:rsidR="002B3A36" w:rsidRDefault="002B3A36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4365247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2FF5E7D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9D89C1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35E88DB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3591BF9C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33708F8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003DF473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63D7962C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60A9113E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5107580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21C902F3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3782E82A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34115C77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1915067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56A5D6C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14:paraId="332D5813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6D98AB3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B3A36" w:rsidRPr="00917594" w14:paraId="47335526" w14:textId="77777777" w:rsidTr="00662AFC">
        <w:trPr>
          <w:jc w:val="center"/>
        </w:trPr>
        <w:tc>
          <w:tcPr>
            <w:tcW w:w="905" w:type="dxa"/>
            <w:vAlign w:val="center"/>
          </w:tcPr>
          <w:p w14:paraId="48295D6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</w:t>
            </w:r>
          </w:p>
        </w:tc>
        <w:tc>
          <w:tcPr>
            <w:tcW w:w="3347" w:type="dxa"/>
            <w:vAlign w:val="center"/>
          </w:tcPr>
          <w:p w14:paraId="75F0E286" w14:textId="77777777" w:rsidR="002B3A36" w:rsidRP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3A36">
              <w:rPr>
                <w:rFonts w:ascii="Times New Roman" w:hAnsi="Times New Roman"/>
                <w:sz w:val="18"/>
                <w:szCs w:val="18"/>
              </w:rPr>
              <w:t>Рабочее место специалиста 1 разряда</w:t>
            </w:r>
          </w:p>
        </w:tc>
        <w:tc>
          <w:tcPr>
            <w:tcW w:w="1047" w:type="dxa"/>
            <w:vAlign w:val="center"/>
          </w:tcPr>
          <w:p w14:paraId="352F3208" w14:textId="77777777" w:rsidR="002B3A36" w:rsidRDefault="002B3A36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E9F206A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9AB759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1CB486B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1EA628E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677C25D2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20C3C57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117AB6A7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2BBDF165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30E2898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7DC2F813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3BB3F0A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01242B5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639F2E9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6CCB91CD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58A55231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14:paraId="594F113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49546F01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B3A36" w:rsidRPr="00917594" w14:paraId="44B77EDE" w14:textId="77777777" w:rsidTr="00662AFC">
        <w:trPr>
          <w:jc w:val="center"/>
        </w:trPr>
        <w:tc>
          <w:tcPr>
            <w:tcW w:w="905" w:type="dxa"/>
            <w:vAlign w:val="center"/>
          </w:tcPr>
          <w:p w14:paraId="1756803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14:paraId="6C8105DB" w14:textId="77777777" w:rsidR="002B3A36" w:rsidRP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3A36">
              <w:rPr>
                <w:rFonts w:ascii="Times New Roman" w:hAnsi="Times New Roman"/>
                <w:sz w:val="18"/>
                <w:szCs w:val="18"/>
              </w:rPr>
              <w:t>Рабочее место специалиста 2 разряда</w:t>
            </w:r>
          </w:p>
        </w:tc>
        <w:tc>
          <w:tcPr>
            <w:tcW w:w="1047" w:type="dxa"/>
            <w:vAlign w:val="center"/>
          </w:tcPr>
          <w:p w14:paraId="2CCAA0E4" w14:textId="77777777" w:rsidR="002B3A36" w:rsidRDefault="002B3A36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48B07E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4BAB775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5A1CC045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1C08FCD2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1FD7D16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3588BFA5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5A2D005F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14:paraId="0B7417C7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14:paraId="7FC0E9E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26DA677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23BFEF36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1548C03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2301B58D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139E99F9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14:paraId="46859E54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14:paraId="0F17D130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14:paraId="1FC0DBA8" w14:textId="77777777" w:rsidR="002B3A36" w:rsidRDefault="002B3A36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14:paraId="418EDF88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3C11CC1E" w14:textId="77777777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212232B5" w14:textId="77777777" w:rsidR="009D6532" w:rsidRPr="004E51DC" w:rsidRDefault="002B3A36" w:rsidP="009D6532">
            <w:pPr>
              <w:pStyle w:val="aa"/>
            </w:pPr>
            <w:r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38001C7A" w14:textId="77777777"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77513C2C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027E6B9C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6F2EA75" w14:textId="77777777" w:rsidR="009D6532" w:rsidRPr="004E51DC" w:rsidRDefault="002B3A36" w:rsidP="009D6532">
            <w:pPr>
              <w:pStyle w:val="aa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7019597A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178A9F66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3A0DC6FE" w14:textId="77777777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11D0805B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06D8D44A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4754DB52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1D6EBAB9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3BFE0E32" w14:textId="77777777" w:rsidR="009D6532" w:rsidRPr="000905BE" w:rsidRDefault="002B3A36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1C73567A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0FC956A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32B5AA7" w14:textId="77777777" w:rsidR="009D6532" w:rsidRPr="001326D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16EF5944" w14:textId="77777777" w:rsidTr="002B3A3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3141774F" w14:textId="77777777" w:rsidR="009D6532" w:rsidRPr="004E51DC" w:rsidRDefault="002B3A36" w:rsidP="009D6532">
            <w:pPr>
              <w:pStyle w:val="aa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378AE5D9" w14:textId="77777777"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6A07FA2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364D66D5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26ED251" w14:textId="77777777" w:rsidR="009D6532" w:rsidRPr="004E51DC" w:rsidRDefault="002B3A36" w:rsidP="009D6532">
            <w:pPr>
              <w:pStyle w:val="aa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00875E92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6443C527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33EBA626" w14:textId="77777777" w:rsidTr="002B3A3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77403A73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60F492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43777035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58187CE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3E7C164A" w14:textId="77777777" w:rsidR="009D6532" w:rsidRPr="000905BE" w:rsidRDefault="002B3A36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396FD81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12C1E7F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B3A36" w:rsidRPr="002B3A36" w14:paraId="201A5C88" w14:textId="77777777" w:rsidTr="002B3A3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1CFFA" w14:textId="77777777" w:rsidR="002B3A36" w:rsidRPr="002B3A36" w:rsidRDefault="002B3A36" w:rsidP="009D6532">
            <w:pPr>
              <w:pStyle w:val="aa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7A4914C" w14:textId="77777777" w:rsidR="002B3A36" w:rsidRPr="002B3A36" w:rsidRDefault="002B3A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66E49B" w14:textId="77777777" w:rsidR="002B3A36" w:rsidRPr="002B3A36" w:rsidRDefault="002B3A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95CD989" w14:textId="77777777" w:rsidR="002B3A36" w:rsidRPr="002B3A36" w:rsidRDefault="002B3A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244B1" w14:textId="77777777" w:rsidR="002B3A36" w:rsidRPr="002B3A36" w:rsidRDefault="002B3A36" w:rsidP="009D6532">
            <w:pPr>
              <w:pStyle w:val="aa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9E2381B" w14:textId="77777777" w:rsidR="002B3A36" w:rsidRPr="002B3A36" w:rsidRDefault="002B3A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8F3CBF" w14:textId="77777777" w:rsidR="002B3A36" w:rsidRPr="002B3A36" w:rsidRDefault="002B3A36" w:rsidP="009D6532">
            <w:pPr>
              <w:pStyle w:val="aa"/>
            </w:pPr>
          </w:p>
        </w:tc>
      </w:tr>
      <w:tr w:rsidR="002B3A36" w:rsidRPr="002B3A36" w14:paraId="78FE6906" w14:textId="77777777" w:rsidTr="002B3A3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2E5C8B86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  <w:r w:rsidRPr="002B3A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2F615D69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54954CB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  <w:r w:rsidRPr="002B3A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2946CCCF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C2BEB9B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  <w:r w:rsidRPr="002B3A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5BFA5AF2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2E7FD440" w14:textId="77777777" w:rsidR="002B3A36" w:rsidRPr="002B3A36" w:rsidRDefault="002B3A36" w:rsidP="009D6532">
            <w:pPr>
              <w:pStyle w:val="aa"/>
              <w:rPr>
                <w:vertAlign w:val="superscript"/>
              </w:rPr>
            </w:pPr>
            <w:r w:rsidRPr="002B3A36">
              <w:rPr>
                <w:vertAlign w:val="superscript"/>
              </w:rPr>
              <w:t>(дата)</w:t>
            </w:r>
          </w:p>
        </w:tc>
      </w:tr>
    </w:tbl>
    <w:p w14:paraId="530FF9D9" w14:textId="77777777" w:rsidR="004F2F19" w:rsidRDefault="004F2F19" w:rsidP="004F2F19">
      <w:pPr>
        <w:rPr>
          <w:lang w:val="en-US"/>
        </w:rPr>
      </w:pPr>
    </w:p>
    <w:p w14:paraId="26F0DE9D" w14:textId="77777777" w:rsidR="004F2F19" w:rsidRPr="003C5C39" w:rsidRDefault="004F2F19" w:rsidP="004F2F19">
      <w:r w:rsidRPr="003C5C39">
        <w:t>Эксперт(</w:t>
      </w:r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B3A36" w14:paraId="6400C989" w14:textId="77777777" w:rsidTr="002B3A3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98EC47" w14:textId="77777777" w:rsidR="004F2F19" w:rsidRPr="002B3A36" w:rsidRDefault="002B3A36" w:rsidP="004F2F19">
            <w:pPr>
              <w:pStyle w:val="aa"/>
            </w:pPr>
            <w:r w:rsidRPr="002B3A36">
              <w:t>Инженер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2AD1EF5" w14:textId="77777777" w:rsidR="004F2F19" w:rsidRPr="002B3A36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897B91" w14:textId="77777777" w:rsidR="004F2F19" w:rsidRPr="002B3A36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3563176" w14:textId="77777777" w:rsidR="004F2F19" w:rsidRPr="002B3A36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B42FCC" w14:textId="77777777" w:rsidR="004F2F19" w:rsidRPr="002B3A36" w:rsidRDefault="002B3A36" w:rsidP="004F2F19">
            <w:pPr>
              <w:pStyle w:val="aa"/>
            </w:pPr>
            <w:r w:rsidRPr="002B3A36">
              <w:t>Гапон Виталий Валерьевич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79A53DD" w14:textId="77777777" w:rsidR="004F2F19" w:rsidRPr="002B3A36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02C51" w14:textId="445943B4" w:rsidR="004F2F19" w:rsidRPr="002B3A36" w:rsidRDefault="002B3A36" w:rsidP="004F2F19">
            <w:pPr>
              <w:pStyle w:val="aa"/>
            </w:pPr>
            <w:r>
              <w:t>07.08.2020</w:t>
            </w:r>
          </w:p>
        </w:tc>
      </w:tr>
      <w:tr w:rsidR="004F2F19" w:rsidRPr="002B3A36" w14:paraId="7462428B" w14:textId="77777777" w:rsidTr="002B3A3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0D4069C2" w14:textId="77777777" w:rsidR="004F2F19" w:rsidRPr="002B3A36" w:rsidRDefault="002B3A36" w:rsidP="004F2F19">
            <w:pPr>
              <w:pStyle w:val="aa"/>
              <w:rPr>
                <w:b/>
                <w:vertAlign w:val="superscript"/>
              </w:rPr>
            </w:pPr>
            <w:r w:rsidRPr="002B3A3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14:paraId="7B25FAE9" w14:textId="77777777" w:rsidR="004F2F19" w:rsidRPr="002B3A36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B17A8C3" w14:textId="77777777" w:rsidR="004F2F19" w:rsidRPr="002B3A36" w:rsidRDefault="002B3A36" w:rsidP="004F2F19">
            <w:pPr>
              <w:pStyle w:val="aa"/>
              <w:rPr>
                <w:b/>
                <w:vertAlign w:val="superscript"/>
              </w:rPr>
            </w:pPr>
            <w:r w:rsidRPr="002B3A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55B2453D" w14:textId="77777777" w:rsidR="004F2F19" w:rsidRPr="002B3A36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3170D80" w14:textId="77777777" w:rsidR="004F2F19" w:rsidRPr="002B3A36" w:rsidRDefault="002B3A36" w:rsidP="004F2F19">
            <w:pPr>
              <w:pStyle w:val="aa"/>
              <w:rPr>
                <w:b/>
                <w:vertAlign w:val="superscript"/>
              </w:rPr>
            </w:pPr>
            <w:r w:rsidRPr="002B3A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166DC743" w14:textId="77777777" w:rsidR="004F2F19" w:rsidRPr="002B3A36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C820E10" w14:textId="77777777" w:rsidR="004F2F19" w:rsidRPr="002B3A36" w:rsidRDefault="002B3A36" w:rsidP="004F2F19">
            <w:pPr>
              <w:pStyle w:val="aa"/>
              <w:rPr>
                <w:vertAlign w:val="superscript"/>
              </w:rPr>
            </w:pPr>
            <w:r w:rsidRPr="002B3A36">
              <w:rPr>
                <w:vertAlign w:val="superscript"/>
              </w:rPr>
              <w:t>(дата)</w:t>
            </w:r>
          </w:p>
        </w:tc>
      </w:tr>
    </w:tbl>
    <w:p w14:paraId="789FBA51" w14:textId="77777777"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8977B" w14:textId="77777777" w:rsidR="002B3A36" w:rsidRDefault="002B3A36" w:rsidP="002B3A36">
      <w:r>
        <w:separator/>
      </w:r>
    </w:p>
  </w:endnote>
  <w:endnote w:type="continuationSeparator" w:id="0">
    <w:p w14:paraId="2749DFBD" w14:textId="77777777" w:rsidR="002B3A36" w:rsidRDefault="002B3A36" w:rsidP="002B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F0310" w14:textId="77777777" w:rsidR="002B3A36" w:rsidRDefault="002B3A36" w:rsidP="002B3A36">
      <w:r>
        <w:separator/>
      </w:r>
    </w:p>
  </w:footnote>
  <w:footnote w:type="continuationSeparator" w:id="0">
    <w:p w14:paraId="04C2189F" w14:textId="77777777" w:rsidR="002B3A36" w:rsidRDefault="002B3A36" w:rsidP="002B3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v_info1" w:val="     "/>
    <w:docVar w:name="adv_info2" w:val="     "/>
    <w:docVar w:name="adv_info3" w:val=" 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boss_fio" w:val="Луценко Алексей Владимирович "/>
    <w:docVar w:name="ceh_info" w:val="     "/>
    <w:docVar w:name="close_doc_flag" w:val="0"/>
    <w:docVar w:name="doc_type" w:val="4"/>
    <w:docVar w:name="org_guid" w:val="2C21DE749C6D4BF1A56298D4303E4580"/>
    <w:docVar w:name="org_id" w:val="66"/>
    <w:docVar w:name="org_name" w:val=" Администрация Красноярского сельсовета Татарского района Новосибирской области 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btd_adr" w:val="     "/>
    <w:docVar w:name="rbtd_name" w:val="Администрация Красноярского сельсовета Татарского района Новосибирской области"/>
    <w:docVar w:name="sv_docs" w:val="1"/>
  </w:docVars>
  <w:rsids>
    <w:rsidRoot w:val="002B3A36"/>
    <w:rsid w:val="0002033E"/>
    <w:rsid w:val="000C5130"/>
    <w:rsid w:val="001326D0"/>
    <w:rsid w:val="00196135"/>
    <w:rsid w:val="001A7AC3"/>
    <w:rsid w:val="001F2E26"/>
    <w:rsid w:val="00237B32"/>
    <w:rsid w:val="002B3A36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F919A2"/>
  <w15:chartTrackingRefBased/>
  <w15:docId w15:val="{002E87AF-4825-4BBB-B9E4-D5EAA85A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B3A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B3A36"/>
    <w:rPr>
      <w:sz w:val="24"/>
    </w:rPr>
  </w:style>
  <w:style w:type="paragraph" w:styleId="ad">
    <w:name w:val="footer"/>
    <w:basedOn w:val="a"/>
    <w:link w:val="ae"/>
    <w:rsid w:val="002B3A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B3A3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Skripka</dc:creator>
  <cp:keywords/>
  <dc:description/>
  <cp:lastModifiedBy>p16239</cp:lastModifiedBy>
  <cp:revision>1</cp:revision>
  <dcterms:created xsi:type="dcterms:W3CDTF">2020-08-07T09:05:00Z</dcterms:created>
  <dcterms:modified xsi:type="dcterms:W3CDTF">2020-08-07T09:05:00Z</dcterms:modified>
</cp:coreProperties>
</file>